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1A8" w:rsidRPr="005B6C9D" w:rsidRDefault="008151A8" w:rsidP="00724F79">
      <w:pPr>
        <w:jc w:val="center"/>
        <w:rPr>
          <w:rFonts w:hint="eastAsia"/>
          <w:b/>
          <w:sz w:val="32"/>
          <w:szCs w:val="32"/>
        </w:rPr>
      </w:pPr>
      <w:r w:rsidRPr="005B6C9D">
        <w:rPr>
          <w:rFonts w:hint="eastAsia"/>
          <w:b/>
          <w:sz w:val="32"/>
          <w:szCs w:val="32"/>
        </w:rPr>
        <w:t>河南师范大学</w:t>
      </w:r>
      <w:r w:rsidR="00A70A7D">
        <w:rPr>
          <w:rFonts w:hint="eastAsia"/>
          <w:b/>
          <w:sz w:val="32"/>
          <w:szCs w:val="32"/>
        </w:rPr>
        <w:t>仪器</w:t>
      </w:r>
      <w:r w:rsidRPr="005B6C9D">
        <w:rPr>
          <w:rFonts w:hint="eastAsia"/>
          <w:b/>
          <w:sz w:val="32"/>
          <w:szCs w:val="32"/>
        </w:rPr>
        <w:t>设备验收</w:t>
      </w:r>
      <w:r w:rsidR="00B34F03">
        <w:rPr>
          <w:rFonts w:hint="eastAsia"/>
          <w:b/>
          <w:sz w:val="32"/>
          <w:szCs w:val="32"/>
        </w:rPr>
        <w:t>申请表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408"/>
        <w:gridCol w:w="6"/>
        <w:gridCol w:w="2264"/>
        <w:gridCol w:w="3482"/>
      </w:tblGrid>
      <w:tr w:rsidR="00477F5A" w:rsidRPr="00125FD8" w:rsidTr="00984118">
        <w:trPr>
          <w:trHeight w:val="637"/>
        </w:trPr>
        <w:tc>
          <w:tcPr>
            <w:tcW w:w="1920" w:type="dxa"/>
            <w:vAlign w:val="center"/>
          </w:tcPr>
          <w:p w:rsidR="00477F5A" w:rsidRPr="004A4203" w:rsidRDefault="00477F5A" w:rsidP="004A4203">
            <w:pPr>
              <w:jc w:val="center"/>
              <w:rPr>
                <w:rFonts w:hint="eastAsia"/>
                <w:b/>
                <w:sz w:val="24"/>
              </w:rPr>
            </w:pPr>
            <w:r w:rsidRPr="004A4203">
              <w:rPr>
                <w:rFonts w:hint="eastAsia"/>
                <w:b/>
                <w:sz w:val="24"/>
              </w:rPr>
              <w:t>设备</w:t>
            </w:r>
            <w:r w:rsidR="004A4203">
              <w:rPr>
                <w:rFonts w:hint="eastAsia"/>
                <w:b/>
                <w:sz w:val="24"/>
              </w:rPr>
              <w:t>或</w:t>
            </w:r>
            <w:r w:rsidRPr="004A4203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8160" w:type="dxa"/>
            <w:gridSpan w:val="4"/>
            <w:vAlign w:val="center"/>
          </w:tcPr>
          <w:p w:rsidR="004B7BD9" w:rsidRPr="00B34F03" w:rsidRDefault="004B7BD9" w:rsidP="00E24C25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B34F03" w:rsidRPr="00125FD8" w:rsidTr="00984118">
        <w:trPr>
          <w:trHeight w:val="595"/>
        </w:trPr>
        <w:tc>
          <w:tcPr>
            <w:tcW w:w="1920" w:type="dxa"/>
            <w:vAlign w:val="center"/>
          </w:tcPr>
          <w:p w:rsidR="00B34F03" w:rsidRPr="00B34F03" w:rsidRDefault="00B34F03" w:rsidP="00E506D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使用单位</w:t>
            </w:r>
          </w:p>
        </w:tc>
        <w:tc>
          <w:tcPr>
            <w:tcW w:w="2414" w:type="dxa"/>
            <w:gridSpan w:val="2"/>
            <w:vAlign w:val="center"/>
          </w:tcPr>
          <w:p w:rsidR="00B34F03" w:rsidRPr="00B34F03" w:rsidRDefault="00B34F03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34F03" w:rsidRPr="00B34F03" w:rsidRDefault="00FE64C6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签订合同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3482" w:type="dxa"/>
            <w:vAlign w:val="center"/>
          </w:tcPr>
          <w:p w:rsidR="00B34F03" w:rsidRPr="00B34F03" w:rsidRDefault="00B34F03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8151A8" w:rsidRPr="00125FD8" w:rsidTr="00984118">
        <w:trPr>
          <w:trHeight w:val="688"/>
        </w:trPr>
        <w:tc>
          <w:tcPr>
            <w:tcW w:w="1920" w:type="dxa"/>
            <w:vAlign w:val="center"/>
          </w:tcPr>
          <w:p w:rsidR="008151A8" w:rsidRPr="00B34F03" w:rsidRDefault="00B34F03" w:rsidP="00E506D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合同编号</w:t>
            </w:r>
          </w:p>
        </w:tc>
        <w:tc>
          <w:tcPr>
            <w:tcW w:w="2408" w:type="dxa"/>
            <w:vAlign w:val="center"/>
          </w:tcPr>
          <w:p w:rsidR="008151A8" w:rsidRPr="00B34F03" w:rsidRDefault="008151A8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vAlign w:val="center"/>
          </w:tcPr>
          <w:p w:rsidR="008151A8" w:rsidRPr="00B34F03" w:rsidRDefault="00B34F03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合同金额</w:t>
            </w:r>
          </w:p>
        </w:tc>
        <w:tc>
          <w:tcPr>
            <w:tcW w:w="3482" w:type="dxa"/>
            <w:vAlign w:val="center"/>
          </w:tcPr>
          <w:p w:rsidR="008151A8" w:rsidRPr="00B34F03" w:rsidRDefault="008151A8" w:rsidP="00D23227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477F5A" w:rsidRPr="00125FD8" w:rsidTr="00984118">
        <w:trPr>
          <w:trHeight w:val="825"/>
        </w:trPr>
        <w:tc>
          <w:tcPr>
            <w:tcW w:w="1920" w:type="dxa"/>
            <w:vAlign w:val="center"/>
          </w:tcPr>
          <w:p w:rsidR="00477F5A" w:rsidRPr="00B34F03" w:rsidRDefault="00B34F03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到货时间</w:t>
            </w:r>
          </w:p>
        </w:tc>
        <w:tc>
          <w:tcPr>
            <w:tcW w:w="2408" w:type="dxa"/>
            <w:vAlign w:val="center"/>
          </w:tcPr>
          <w:p w:rsidR="00477F5A" w:rsidRPr="00B34F03" w:rsidRDefault="00477F5A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vAlign w:val="center"/>
          </w:tcPr>
          <w:p w:rsidR="00477F5A" w:rsidRPr="00B34F03" w:rsidRDefault="00B34F03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存放地点</w:t>
            </w:r>
          </w:p>
        </w:tc>
        <w:tc>
          <w:tcPr>
            <w:tcW w:w="3482" w:type="dxa"/>
            <w:vAlign w:val="center"/>
          </w:tcPr>
          <w:p w:rsidR="00477F5A" w:rsidRPr="00B34F03" w:rsidRDefault="00477F5A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B5098D" w:rsidRPr="00125FD8" w:rsidTr="00984118">
        <w:trPr>
          <w:trHeight w:val="505"/>
        </w:trPr>
        <w:tc>
          <w:tcPr>
            <w:tcW w:w="1920" w:type="dxa"/>
            <w:vAlign w:val="center"/>
          </w:tcPr>
          <w:p w:rsidR="00B5098D" w:rsidRPr="00B34F03" w:rsidRDefault="00B5098D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供货</w:t>
            </w:r>
            <w:r w:rsidR="004A4203"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8160" w:type="dxa"/>
            <w:gridSpan w:val="4"/>
            <w:vAlign w:val="center"/>
          </w:tcPr>
          <w:p w:rsidR="00B5098D" w:rsidRPr="00B34F03" w:rsidRDefault="00B5098D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FE64C6" w:rsidRPr="00125FD8" w:rsidTr="00984118">
        <w:trPr>
          <w:trHeight w:val="505"/>
        </w:trPr>
        <w:tc>
          <w:tcPr>
            <w:tcW w:w="1920" w:type="dxa"/>
            <w:vAlign w:val="center"/>
          </w:tcPr>
          <w:p w:rsidR="00FE64C6" w:rsidRDefault="00FE64C6" w:rsidP="00125F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履行合同情况</w:t>
            </w:r>
          </w:p>
        </w:tc>
        <w:tc>
          <w:tcPr>
            <w:tcW w:w="8160" w:type="dxa"/>
            <w:gridSpan w:val="4"/>
            <w:vAlign w:val="center"/>
          </w:tcPr>
          <w:p w:rsidR="00FE64C6" w:rsidRPr="00B34F03" w:rsidRDefault="00FE64C6" w:rsidP="007E3131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724F79" w:rsidRPr="00125FD8" w:rsidTr="004A4203">
        <w:trPr>
          <w:trHeight w:val="8553"/>
        </w:trPr>
        <w:tc>
          <w:tcPr>
            <w:tcW w:w="10080" w:type="dxa"/>
            <w:gridSpan w:val="5"/>
          </w:tcPr>
          <w:p w:rsidR="007964BC" w:rsidRPr="00B34F03" w:rsidRDefault="00E506D4" w:rsidP="00B34F03">
            <w:pPr>
              <w:ind w:firstLineChars="98" w:firstLine="275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>使用</w:t>
            </w:r>
            <w:r w:rsidR="005959A4" w:rsidRPr="00B34F03">
              <w:rPr>
                <w:rFonts w:hint="eastAsia"/>
                <w:b/>
                <w:sz w:val="28"/>
                <w:szCs w:val="28"/>
              </w:rPr>
              <w:t>情况说明</w:t>
            </w:r>
            <w:r w:rsidR="0087329C" w:rsidRPr="00B34F03">
              <w:rPr>
                <w:rFonts w:hint="eastAsia"/>
                <w:b/>
                <w:sz w:val="28"/>
                <w:szCs w:val="28"/>
              </w:rPr>
              <w:t>（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包括安装调试、随机资料、运行及使用</w:t>
            </w:r>
            <w:r w:rsidR="008E0AD6">
              <w:rPr>
                <w:rFonts w:hint="eastAsia"/>
                <w:b/>
                <w:sz w:val="28"/>
                <w:szCs w:val="28"/>
              </w:rPr>
              <w:t>情况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等</w:t>
            </w:r>
            <w:r w:rsidR="0087329C" w:rsidRPr="00B34F03">
              <w:rPr>
                <w:rFonts w:hint="eastAsia"/>
                <w:b/>
                <w:sz w:val="28"/>
                <w:szCs w:val="28"/>
              </w:rPr>
              <w:t>）：</w:t>
            </w:r>
          </w:p>
          <w:p w:rsidR="00134CA8" w:rsidRPr="00B34F03" w:rsidRDefault="005959A4" w:rsidP="00B34F03">
            <w:pPr>
              <w:ind w:right="480" w:firstLineChars="98" w:firstLine="275"/>
              <w:rPr>
                <w:rFonts w:hint="eastAsia"/>
                <w:b/>
                <w:sz w:val="28"/>
                <w:szCs w:val="28"/>
              </w:rPr>
            </w:pPr>
            <w:r w:rsidRPr="00B34F03">
              <w:rPr>
                <w:rFonts w:hint="eastAsia"/>
                <w:b/>
                <w:sz w:val="28"/>
                <w:szCs w:val="28"/>
              </w:rPr>
              <w:t xml:space="preserve">                                          </w:t>
            </w:r>
            <w:r w:rsidR="00134CA8" w:rsidRPr="00B34F03">
              <w:rPr>
                <w:rFonts w:hint="eastAsia"/>
                <w:b/>
                <w:sz w:val="28"/>
                <w:szCs w:val="28"/>
              </w:rPr>
              <w:t xml:space="preserve">   </w:t>
            </w: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984118" w:rsidRDefault="0098411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</w:p>
          <w:p w:rsidR="00B34F03" w:rsidRPr="00B34F03" w:rsidRDefault="007B03D8" w:rsidP="00B5098D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技术验收人员：</w:t>
            </w:r>
          </w:p>
          <w:p w:rsidR="007B03D8" w:rsidRDefault="007B03D8" w:rsidP="007B03D8">
            <w:pPr>
              <w:ind w:right="480"/>
              <w:rPr>
                <w:rFonts w:hint="eastAsia"/>
                <w:b/>
                <w:sz w:val="28"/>
                <w:szCs w:val="28"/>
              </w:rPr>
            </w:pPr>
          </w:p>
          <w:p w:rsidR="00B34F03" w:rsidRDefault="007B03D8" w:rsidP="007B03D8">
            <w:pPr>
              <w:ind w:right="480" w:firstLineChars="150" w:firstLine="422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设备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负责人</w:t>
            </w:r>
            <w:r w:rsidR="004A4203">
              <w:rPr>
                <w:rFonts w:hint="eastAsia"/>
                <w:b/>
                <w:sz w:val="28"/>
                <w:szCs w:val="28"/>
              </w:rPr>
              <w:t>及电话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：</w:t>
            </w:r>
            <w:r w:rsidR="00B34F03">
              <w:rPr>
                <w:rFonts w:hint="eastAsia"/>
                <w:b/>
                <w:sz w:val="28"/>
                <w:szCs w:val="28"/>
              </w:rPr>
              <w:t xml:space="preserve">         </w:t>
            </w:r>
            <w:r w:rsidR="008E0AD6">
              <w:rPr>
                <w:rFonts w:hint="eastAsia"/>
                <w:b/>
                <w:sz w:val="28"/>
                <w:szCs w:val="28"/>
              </w:rPr>
              <w:t xml:space="preserve">           </w:t>
            </w:r>
            <w:r w:rsidR="00A70A7D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B6588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>单位负责人：</w:t>
            </w:r>
            <w:r w:rsidR="00B34F03" w:rsidRPr="00B34F03">
              <w:rPr>
                <w:rFonts w:hint="eastAsia"/>
                <w:b/>
                <w:sz w:val="28"/>
                <w:szCs w:val="28"/>
              </w:rPr>
              <w:t xml:space="preserve">            </w:t>
            </w:r>
          </w:p>
          <w:p w:rsidR="00836A7A" w:rsidRDefault="00836A7A" w:rsidP="00836A7A">
            <w:pPr>
              <w:ind w:right="1040" w:firstLineChars="50" w:firstLine="141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</w:t>
            </w:r>
            <w:r w:rsidR="00A70A7D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Pr="00B34F03">
              <w:rPr>
                <w:rFonts w:hint="eastAsia"/>
                <w:b/>
                <w:sz w:val="28"/>
                <w:szCs w:val="28"/>
              </w:rPr>
              <w:t>使用单位（盖章）</w:t>
            </w:r>
          </w:p>
          <w:p w:rsidR="00A70A7D" w:rsidRPr="00B34F03" w:rsidRDefault="00A70A7D" w:rsidP="00836A7A">
            <w:pPr>
              <w:ind w:right="1040" w:firstLineChars="50" w:firstLine="141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  <w:p w:rsidR="00836A7A" w:rsidRPr="00836A7A" w:rsidRDefault="00836A7A" w:rsidP="008E0AD6">
            <w:pPr>
              <w:ind w:right="480" w:firstLineChars="200" w:firstLine="562"/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1F3A09" w:rsidRPr="001F3A09" w:rsidRDefault="008E0AD6" w:rsidP="008E0AD6">
      <w:pPr>
        <w:ind w:leftChars="-202" w:left="-424"/>
        <w:jc w:val="left"/>
        <w:rPr>
          <w:rFonts w:hint="eastAsia"/>
          <w:sz w:val="18"/>
          <w:szCs w:val="18"/>
        </w:rPr>
      </w:pPr>
      <w:r w:rsidRPr="008E0AD6">
        <w:rPr>
          <w:rFonts w:hint="eastAsia"/>
          <w:szCs w:val="21"/>
        </w:rPr>
        <w:t>注：</w:t>
      </w:r>
      <w:r w:rsidR="001F3A09">
        <w:rPr>
          <w:rFonts w:hint="eastAsia"/>
          <w:szCs w:val="21"/>
        </w:rPr>
        <w:t>1</w:t>
      </w:r>
      <w:r w:rsidR="001F3A09">
        <w:rPr>
          <w:rFonts w:hint="eastAsia"/>
          <w:szCs w:val="21"/>
        </w:rPr>
        <w:t>、</w:t>
      </w:r>
      <w:r w:rsidR="001F3A09" w:rsidRPr="001F3A09">
        <w:rPr>
          <w:rFonts w:hint="eastAsia"/>
          <w:sz w:val="18"/>
          <w:szCs w:val="18"/>
        </w:rPr>
        <w:t>仪器设备验收申请表必须在设备完全到货、安装调试运行一段时间</w:t>
      </w:r>
      <w:r w:rsidR="001F3A09">
        <w:rPr>
          <w:rFonts w:hint="eastAsia"/>
          <w:sz w:val="18"/>
          <w:szCs w:val="18"/>
        </w:rPr>
        <w:t>，</w:t>
      </w:r>
      <w:r w:rsidR="001F3A09" w:rsidRPr="001F3A09">
        <w:rPr>
          <w:rFonts w:hint="eastAsia"/>
          <w:sz w:val="18"/>
          <w:szCs w:val="18"/>
        </w:rPr>
        <w:t>经自验收无问题后才能提交，否则不接收；</w:t>
      </w:r>
    </w:p>
    <w:p w:rsidR="008151A8" w:rsidRDefault="001F3A09" w:rsidP="001F3A09">
      <w:pPr>
        <w:ind w:leftChars="-202" w:left="-424" w:firstLineChars="250" w:firstLine="450"/>
        <w:jc w:val="left"/>
        <w:rPr>
          <w:rFonts w:hint="eastAsia"/>
          <w:sz w:val="18"/>
          <w:szCs w:val="18"/>
        </w:rPr>
      </w:pPr>
      <w:r w:rsidRPr="001F3A09">
        <w:rPr>
          <w:rFonts w:hint="eastAsia"/>
          <w:sz w:val="18"/>
          <w:szCs w:val="18"/>
        </w:rPr>
        <w:t>2</w:t>
      </w:r>
      <w:r w:rsidRPr="001F3A09">
        <w:rPr>
          <w:rFonts w:hint="eastAsia"/>
          <w:sz w:val="18"/>
          <w:szCs w:val="18"/>
        </w:rPr>
        <w:t>、</w:t>
      </w:r>
      <w:r w:rsidR="008E0AD6" w:rsidRPr="001F3A09">
        <w:rPr>
          <w:rFonts w:hint="eastAsia"/>
          <w:sz w:val="18"/>
          <w:szCs w:val="18"/>
        </w:rPr>
        <w:t>该表需附上预验收设备或项目的清单</w:t>
      </w:r>
      <w:r w:rsidRPr="001F3A09">
        <w:rPr>
          <w:rFonts w:hint="eastAsia"/>
          <w:sz w:val="18"/>
          <w:szCs w:val="18"/>
        </w:rPr>
        <w:t>(</w:t>
      </w:r>
      <w:r w:rsidRPr="001F3A09">
        <w:rPr>
          <w:rFonts w:hint="eastAsia"/>
          <w:sz w:val="18"/>
          <w:szCs w:val="18"/>
        </w:rPr>
        <w:t>纸质加盖公章、电子</w:t>
      </w:r>
      <w:r>
        <w:rPr>
          <w:rFonts w:hint="eastAsia"/>
          <w:sz w:val="18"/>
          <w:szCs w:val="18"/>
        </w:rPr>
        <w:t>文档</w:t>
      </w:r>
      <w:r w:rsidRPr="001F3A09">
        <w:rPr>
          <w:rFonts w:hint="eastAsia"/>
          <w:sz w:val="18"/>
          <w:szCs w:val="18"/>
        </w:rPr>
        <w:t>发送到</w:t>
      </w:r>
      <w:r w:rsidR="007D1F5A">
        <w:rPr>
          <w:rFonts w:hint="eastAsia"/>
          <w:sz w:val="18"/>
          <w:szCs w:val="18"/>
        </w:rPr>
        <w:t>文科楼</w:t>
      </w:r>
      <w:r w:rsidR="007D1F5A">
        <w:rPr>
          <w:rFonts w:hint="eastAsia"/>
          <w:sz w:val="18"/>
          <w:szCs w:val="18"/>
        </w:rPr>
        <w:t>4</w:t>
      </w:r>
      <w:r w:rsidR="007D1F5A">
        <w:rPr>
          <w:sz w:val="18"/>
          <w:szCs w:val="18"/>
        </w:rPr>
        <w:t>04A</w:t>
      </w:r>
      <w:r w:rsidR="007D1F5A">
        <w:rPr>
          <w:rFonts w:hint="eastAsia"/>
          <w:sz w:val="18"/>
          <w:szCs w:val="18"/>
        </w:rPr>
        <w:t>房间</w:t>
      </w:r>
      <w:bookmarkStart w:id="0" w:name="_GoBack"/>
      <w:bookmarkEnd w:id="0"/>
      <w:r w:rsidRPr="001F3A09">
        <w:rPr>
          <w:rFonts w:hint="eastAsia"/>
          <w:sz w:val="18"/>
          <w:szCs w:val="18"/>
        </w:rPr>
        <w:t>)</w:t>
      </w:r>
      <w:r w:rsidRPr="001F3A09">
        <w:rPr>
          <w:rFonts w:hint="eastAsia"/>
          <w:sz w:val="18"/>
          <w:szCs w:val="18"/>
        </w:rPr>
        <w:t>；</w:t>
      </w:r>
    </w:p>
    <w:p w:rsidR="006F09CB" w:rsidRPr="006F09CB" w:rsidRDefault="006F09CB" w:rsidP="001F3A09">
      <w:pPr>
        <w:ind w:leftChars="-202" w:left="-424" w:firstLineChars="250" w:firstLine="450"/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、附合同复印件。</w:t>
      </w:r>
    </w:p>
    <w:sectPr w:rsidR="006F09CB" w:rsidRPr="006F09CB" w:rsidSect="00984118">
      <w:pgSz w:w="11907" w:h="16840" w:code="9"/>
      <w:pgMar w:top="1134" w:right="1134" w:bottom="1134" w:left="1134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F3A" w:rsidRDefault="00E77F3A" w:rsidP="00857AE7">
      <w:r>
        <w:separator/>
      </w:r>
    </w:p>
  </w:endnote>
  <w:endnote w:type="continuationSeparator" w:id="0">
    <w:p w:rsidR="00E77F3A" w:rsidRDefault="00E77F3A" w:rsidP="0085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F3A" w:rsidRDefault="00E77F3A" w:rsidP="00857AE7">
      <w:r>
        <w:separator/>
      </w:r>
    </w:p>
  </w:footnote>
  <w:footnote w:type="continuationSeparator" w:id="0">
    <w:p w:rsidR="00E77F3A" w:rsidRDefault="00E77F3A" w:rsidP="00857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5A"/>
    <w:rsid w:val="00006A65"/>
    <w:rsid w:val="00022849"/>
    <w:rsid w:val="00086E52"/>
    <w:rsid w:val="00125FD8"/>
    <w:rsid w:val="0013389C"/>
    <w:rsid w:val="00134CA8"/>
    <w:rsid w:val="001632B5"/>
    <w:rsid w:val="001A18E0"/>
    <w:rsid w:val="001B627C"/>
    <w:rsid w:val="001C6883"/>
    <w:rsid w:val="001E0393"/>
    <w:rsid w:val="001E0A1D"/>
    <w:rsid w:val="001F3A09"/>
    <w:rsid w:val="00212C66"/>
    <w:rsid w:val="002345BA"/>
    <w:rsid w:val="00235D7E"/>
    <w:rsid w:val="00241446"/>
    <w:rsid w:val="00256DAC"/>
    <w:rsid w:val="002620EC"/>
    <w:rsid w:val="002755F9"/>
    <w:rsid w:val="0027627B"/>
    <w:rsid w:val="002A4524"/>
    <w:rsid w:val="002A6CE6"/>
    <w:rsid w:val="002B04AF"/>
    <w:rsid w:val="002D0C66"/>
    <w:rsid w:val="002D0F13"/>
    <w:rsid w:val="002D2073"/>
    <w:rsid w:val="002D4A9D"/>
    <w:rsid w:val="00324C93"/>
    <w:rsid w:val="00331D79"/>
    <w:rsid w:val="00336B22"/>
    <w:rsid w:val="003763FE"/>
    <w:rsid w:val="003853BF"/>
    <w:rsid w:val="003A782F"/>
    <w:rsid w:val="00416878"/>
    <w:rsid w:val="0042512A"/>
    <w:rsid w:val="00477F5A"/>
    <w:rsid w:val="004921FB"/>
    <w:rsid w:val="004A2BCE"/>
    <w:rsid w:val="004A4203"/>
    <w:rsid w:val="004B1CCE"/>
    <w:rsid w:val="004B7BD9"/>
    <w:rsid w:val="004D04B9"/>
    <w:rsid w:val="00551EF8"/>
    <w:rsid w:val="00557AF2"/>
    <w:rsid w:val="00573056"/>
    <w:rsid w:val="005959A4"/>
    <w:rsid w:val="005B5878"/>
    <w:rsid w:val="005B6C9D"/>
    <w:rsid w:val="005C5C8B"/>
    <w:rsid w:val="005F191E"/>
    <w:rsid w:val="00610506"/>
    <w:rsid w:val="00631593"/>
    <w:rsid w:val="00644763"/>
    <w:rsid w:val="006A6492"/>
    <w:rsid w:val="006D5EB8"/>
    <w:rsid w:val="006E02D8"/>
    <w:rsid w:val="006F09CB"/>
    <w:rsid w:val="00724F79"/>
    <w:rsid w:val="0073074F"/>
    <w:rsid w:val="0075041A"/>
    <w:rsid w:val="007964BC"/>
    <w:rsid w:val="007B03D8"/>
    <w:rsid w:val="007D1F5A"/>
    <w:rsid w:val="007E3131"/>
    <w:rsid w:val="008151A8"/>
    <w:rsid w:val="008168FE"/>
    <w:rsid w:val="00832771"/>
    <w:rsid w:val="00836A7A"/>
    <w:rsid w:val="00857AE7"/>
    <w:rsid w:val="0087329C"/>
    <w:rsid w:val="0089091B"/>
    <w:rsid w:val="008A3520"/>
    <w:rsid w:val="008B70F2"/>
    <w:rsid w:val="008E0AD6"/>
    <w:rsid w:val="00917B2A"/>
    <w:rsid w:val="009325C6"/>
    <w:rsid w:val="00984118"/>
    <w:rsid w:val="00984198"/>
    <w:rsid w:val="00A064F3"/>
    <w:rsid w:val="00A24087"/>
    <w:rsid w:val="00A37F88"/>
    <w:rsid w:val="00A63BAC"/>
    <w:rsid w:val="00A70A7D"/>
    <w:rsid w:val="00A76DD6"/>
    <w:rsid w:val="00AB2BCB"/>
    <w:rsid w:val="00AE2B31"/>
    <w:rsid w:val="00AE3A20"/>
    <w:rsid w:val="00B12256"/>
    <w:rsid w:val="00B34F03"/>
    <w:rsid w:val="00B5098D"/>
    <w:rsid w:val="00B50A8B"/>
    <w:rsid w:val="00B6588E"/>
    <w:rsid w:val="00B91164"/>
    <w:rsid w:val="00B95137"/>
    <w:rsid w:val="00CC2CAA"/>
    <w:rsid w:val="00D13760"/>
    <w:rsid w:val="00D23227"/>
    <w:rsid w:val="00D46892"/>
    <w:rsid w:val="00D86E05"/>
    <w:rsid w:val="00D923EE"/>
    <w:rsid w:val="00DF2754"/>
    <w:rsid w:val="00DF6938"/>
    <w:rsid w:val="00E02A07"/>
    <w:rsid w:val="00E225D3"/>
    <w:rsid w:val="00E24C25"/>
    <w:rsid w:val="00E506D4"/>
    <w:rsid w:val="00E77F3A"/>
    <w:rsid w:val="00EA7B85"/>
    <w:rsid w:val="00F07FCC"/>
    <w:rsid w:val="00F40419"/>
    <w:rsid w:val="00F8440E"/>
    <w:rsid w:val="00FC39FD"/>
    <w:rsid w:val="00FD1AA5"/>
    <w:rsid w:val="00FE0A16"/>
    <w:rsid w:val="00FE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DD03D4"/>
  <w15:chartTrackingRefBased/>
  <w15:docId w15:val="{09066CC2-1532-49A0-A3EC-B9C1560B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151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57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57AE7"/>
    <w:rPr>
      <w:kern w:val="2"/>
      <w:sz w:val="18"/>
      <w:szCs w:val="18"/>
    </w:rPr>
  </w:style>
  <w:style w:type="paragraph" w:styleId="a6">
    <w:name w:val="footer"/>
    <w:basedOn w:val="a"/>
    <w:link w:val="a7"/>
    <w:rsid w:val="00857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57A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9564;&#25910;&#25253;&#21578;&#26679;&#34920;\&#39564;&#25910;&#21069;&#26399;&#34920;&#26684;\&#27827;&#21335;&#24072;&#33539;&#22823;&#23398;&#20202;&#22120;&#35774;&#22791;&#39564;&#25910;&#21069;&#25152;&#38656;&#35201;&#30340;&#36164;&#26009;\&#27827;&#21335;&#24072;&#33539;&#22823;&#23398;&#20202;&#22120;&#35774;&#22791;&#39564;&#25910;&#30003;&#35831;&#3492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河南师范大学仪器设备验收申请表.dot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>sbk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河南师范大学设备验收报告</dc:title>
  <dc:subject/>
  <dc:creator>2012</dc:creator>
  <cp:keywords/>
  <dc:description/>
  <cp:lastModifiedBy>2012</cp:lastModifiedBy>
  <cp:revision>2</cp:revision>
  <cp:lastPrinted>2012-05-07T01:55:00Z</cp:lastPrinted>
  <dcterms:created xsi:type="dcterms:W3CDTF">2021-05-20T01:12:00Z</dcterms:created>
  <dcterms:modified xsi:type="dcterms:W3CDTF">2021-05-20T01:14:00Z</dcterms:modified>
</cp:coreProperties>
</file>